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CE1" w:rsidRDefault="00713CE1"/>
    <w:p w:rsidR="00713CE1" w:rsidRDefault="00713CE1">
      <w:r>
        <w:rPr>
          <w:noProof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hypotonicbloodcell.png" style="position:absolute;margin-left:-23.4pt;margin-top:15.95pt;width:275.25pt;height:170.25pt;z-index:251654656;visibility:visible">
            <v:imagedata r:id="rId4" o:title=""/>
            <w10:wrap type="square"/>
          </v:shape>
        </w:pict>
      </w:r>
    </w:p>
    <w:p w:rsidR="00713CE1" w:rsidRDefault="00713CE1">
      <w:r>
        <w:rPr>
          <w:noProof/>
          <w:lang w:eastAsia="en-AU"/>
        </w:rPr>
        <w:pict>
          <v:shape id="_x0000_s1027" type="#_x0000_t75" style="position:absolute;margin-left:-5.25pt;margin-top:8.5pt;width:111pt;height:158.25pt;z-index:251657728">
            <v:imagedata r:id="rId5" o:title=""/>
            <w10:wrap type="square"/>
          </v:shape>
        </w:pict>
      </w:r>
      <w:r>
        <w:rPr>
          <w:noProof/>
          <w:lang w:eastAsia="en-AU"/>
        </w:rPr>
        <w:pict>
          <v:shape id="_x0000_s1028" type="#_x0000_t75" style="position:absolute;margin-left:138.75pt;margin-top:35.5pt;width:95.25pt;height:82.5pt;z-index:251660800">
            <v:imagedata r:id="rId6" o:title=""/>
            <w10:wrap type="square"/>
          </v:shape>
        </w:pict>
      </w:r>
    </w:p>
    <w:p w:rsidR="00713CE1" w:rsidRDefault="00713CE1"/>
    <w:p w:rsidR="00713CE1" w:rsidRDefault="00713CE1"/>
    <w:p w:rsidR="00713CE1" w:rsidRDefault="00713CE1"/>
    <w:p w:rsidR="00713CE1" w:rsidRDefault="00713CE1"/>
    <w:p w:rsidR="00713CE1" w:rsidRDefault="00713CE1">
      <w:r>
        <w:rPr>
          <w:noProof/>
          <w:lang w:eastAsia="en-AU"/>
        </w:rPr>
        <w:pict>
          <v:shape id="_x0000_s1029" type="#_x0000_t75" style="position:absolute;margin-left:390.6pt;margin-top:22.75pt;width:95.25pt;height:82.5pt;z-index:251661824">
            <v:imagedata r:id="rId6" o:title=""/>
            <w10:wrap type="square"/>
          </v:shape>
        </w:pict>
      </w:r>
      <w:r>
        <w:rPr>
          <w:noProof/>
          <w:lang w:eastAsia="en-AU"/>
        </w:rPr>
        <w:pict>
          <v:shape id="_x0000_s1030" type="#_x0000_t75" style="position:absolute;margin-left:237.6pt;margin-top:13.75pt;width:123pt;height:156.75pt;z-index:251656704">
            <v:imagedata r:id="rId7" o:title=""/>
            <w10:wrap type="square"/>
          </v:shape>
        </w:pict>
      </w:r>
      <w:r>
        <w:rPr>
          <w:noProof/>
          <w:lang w:eastAsia="en-AU"/>
        </w:rPr>
        <w:pict>
          <v:shape id="Picture 3" o:spid="_x0000_s1031" type="#_x0000_t75" alt="isotonic.png" style="position:absolute;margin-left:-23.4pt;margin-top:4.75pt;width:262.5pt;height:167.25pt;z-index:-251660800;visibility:visible" wrapcoords="-62 0 -62 21503 21600 21503 21600 0 -62 0">
            <v:imagedata r:id="rId8" o:title=""/>
            <w10:wrap type="tight"/>
          </v:shape>
        </w:pict>
      </w:r>
    </w:p>
    <w:p w:rsidR="00713CE1" w:rsidRDefault="00713CE1"/>
    <w:p w:rsidR="00713CE1" w:rsidRDefault="00713CE1"/>
    <w:p w:rsidR="00713CE1" w:rsidRDefault="00713CE1">
      <w:r>
        <w:rPr>
          <w:noProof/>
          <w:lang w:eastAsia="en-AU"/>
        </w:rPr>
        <w:pict>
          <v:shape id="Picture 0" o:spid="_x0000_s1032" type="#_x0000_t75" alt="hypertonicbloodcell.png" style="position:absolute;margin-left:-32.4pt;margin-top:14.3pt;width:277.5pt;height:177pt;z-index:-251662848;visibility:visible" wrapcoords="-58 0 -58 21508 21600 21508 21600 0 -58 0">
            <v:imagedata r:id="rId9" o:title=""/>
            <w10:wrap type="tight"/>
          </v:shape>
        </w:pict>
      </w:r>
    </w:p>
    <w:p w:rsidR="00713CE1" w:rsidRDefault="00713CE1">
      <w:r>
        <w:rPr>
          <w:noProof/>
          <w:lang w:eastAsia="en-AU"/>
        </w:rPr>
        <w:pict>
          <v:shape id="_x0000_s1033" type="#_x0000_t75" style="position:absolute;margin-left:145.5pt;margin-top:25.1pt;width:95.3pt;height:108pt;z-index:251659776">
            <v:imagedata r:id="rId10" o:title=""/>
            <w10:wrap type="square"/>
          </v:shape>
        </w:pict>
      </w:r>
      <w:r>
        <w:rPr>
          <w:noProof/>
          <w:lang w:eastAsia="en-AU"/>
        </w:rPr>
        <w:pict>
          <v:shape id="_x0000_s1034" type="#_x0000_t75" style="position:absolute;margin-left:10.5pt;margin-top:7.1pt;width:109.5pt;height:156pt;z-index:251658752">
            <v:imagedata r:id="rId11" o:title=""/>
            <w10:wrap type="square"/>
          </v:shape>
        </w:pict>
      </w:r>
    </w:p>
    <w:p w:rsidR="00713CE1" w:rsidRDefault="00713CE1"/>
    <w:p w:rsidR="00713CE1" w:rsidRDefault="00713CE1"/>
    <w:sectPr w:rsidR="00713CE1" w:rsidSect="007859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766"/>
    <w:rsid w:val="00495ECE"/>
    <w:rsid w:val="005D51CA"/>
    <w:rsid w:val="006A0B6B"/>
    <w:rsid w:val="00713CE1"/>
    <w:rsid w:val="007859CA"/>
    <w:rsid w:val="007A5007"/>
    <w:rsid w:val="007C2766"/>
    <w:rsid w:val="00C837DD"/>
    <w:rsid w:val="00D677DB"/>
    <w:rsid w:val="00E57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9C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C2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2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</Words>
  <Characters>20</Characters>
  <Application>Microsoft Office Outlook</Application>
  <DocSecurity>0</DocSecurity>
  <Lines>0</Lines>
  <Paragraphs>0</Paragraphs>
  <ScaleCrop>false</ScaleCrop>
  <Company>ST Columba's College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</cp:lastModifiedBy>
  <cp:revision>2</cp:revision>
  <dcterms:created xsi:type="dcterms:W3CDTF">2010-05-02T10:58:00Z</dcterms:created>
  <dcterms:modified xsi:type="dcterms:W3CDTF">2010-05-02T10:58:00Z</dcterms:modified>
</cp:coreProperties>
</file>